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6F4" w:rsidRDefault="005876F4" w:rsidP="00AC3BF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C3BF8">
        <w:rPr>
          <w:rFonts w:ascii="Times New Roman" w:hAnsi="Times New Roman"/>
          <w:b/>
          <w:sz w:val="28"/>
          <w:szCs w:val="28"/>
        </w:rPr>
        <w:t xml:space="preserve">Смета расходов </w:t>
      </w:r>
    </w:p>
    <w:p w:rsidR="005876F4" w:rsidRPr="00616714" w:rsidRDefault="005876F4" w:rsidP="008B38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C3BF8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создание цикла материалов, посвященных историко-культурному наследию Республики Дагестан.</w:t>
      </w:r>
    </w:p>
    <w:p w:rsidR="005876F4" w:rsidRDefault="005876F4" w:rsidP="00AC3BF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1"/>
        <w:gridCol w:w="2536"/>
        <w:gridCol w:w="1540"/>
        <w:gridCol w:w="1617"/>
        <w:gridCol w:w="1617"/>
        <w:gridCol w:w="1304"/>
      </w:tblGrid>
      <w:tr w:rsidR="005876F4" w:rsidRPr="006072A8" w:rsidTr="006072A8">
        <w:tc>
          <w:tcPr>
            <w:tcW w:w="731" w:type="dxa"/>
            <w:vAlign w:val="center"/>
          </w:tcPr>
          <w:p w:rsidR="005876F4" w:rsidRPr="006072A8" w:rsidRDefault="005876F4" w:rsidP="006072A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72A8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36" w:type="dxa"/>
            <w:vAlign w:val="center"/>
          </w:tcPr>
          <w:p w:rsidR="005876F4" w:rsidRPr="006072A8" w:rsidRDefault="005876F4" w:rsidP="006072A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72A8">
              <w:rPr>
                <w:rFonts w:ascii="Times New Roman" w:hAnsi="Times New Roman"/>
                <w:sz w:val="28"/>
                <w:szCs w:val="28"/>
              </w:rPr>
              <w:t>Наименование расходов</w:t>
            </w:r>
          </w:p>
        </w:tc>
        <w:tc>
          <w:tcPr>
            <w:tcW w:w="1540" w:type="dxa"/>
            <w:vAlign w:val="center"/>
          </w:tcPr>
          <w:p w:rsidR="005876F4" w:rsidRPr="006072A8" w:rsidRDefault="005876F4" w:rsidP="006072A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72A8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17" w:type="dxa"/>
            <w:vAlign w:val="center"/>
          </w:tcPr>
          <w:p w:rsidR="005876F4" w:rsidRPr="006072A8" w:rsidRDefault="005876F4" w:rsidP="006072A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72A8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  <w:p w:rsidR="005876F4" w:rsidRPr="006072A8" w:rsidRDefault="005876F4" w:rsidP="006072A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72A8">
              <w:rPr>
                <w:rFonts w:ascii="Times New Roman" w:hAnsi="Times New Roman"/>
                <w:sz w:val="28"/>
                <w:szCs w:val="28"/>
              </w:rPr>
              <w:t>видео материалов</w:t>
            </w:r>
          </w:p>
        </w:tc>
        <w:tc>
          <w:tcPr>
            <w:tcW w:w="1617" w:type="dxa"/>
            <w:vAlign w:val="center"/>
          </w:tcPr>
          <w:p w:rsidR="005876F4" w:rsidRPr="006072A8" w:rsidRDefault="005876F4" w:rsidP="006072A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72A8">
              <w:rPr>
                <w:rFonts w:ascii="Times New Roman" w:hAnsi="Times New Roman"/>
                <w:sz w:val="28"/>
                <w:szCs w:val="28"/>
              </w:rPr>
              <w:t>Цена за единицу, руб.</w:t>
            </w:r>
          </w:p>
        </w:tc>
        <w:tc>
          <w:tcPr>
            <w:tcW w:w="1304" w:type="dxa"/>
            <w:vAlign w:val="center"/>
          </w:tcPr>
          <w:p w:rsidR="005876F4" w:rsidRPr="006072A8" w:rsidRDefault="005876F4" w:rsidP="006072A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72A8">
              <w:rPr>
                <w:rFonts w:ascii="Times New Roman" w:hAnsi="Times New Roman"/>
                <w:sz w:val="28"/>
                <w:szCs w:val="28"/>
              </w:rPr>
              <w:t>Сумма, руб.</w:t>
            </w:r>
          </w:p>
        </w:tc>
      </w:tr>
      <w:tr w:rsidR="005876F4" w:rsidRPr="006072A8" w:rsidTr="006072A8">
        <w:tc>
          <w:tcPr>
            <w:tcW w:w="731" w:type="dxa"/>
          </w:tcPr>
          <w:p w:rsidR="005876F4" w:rsidRPr="006072A8" w:rsidRDefault="005876F4" w:rsidP="006072A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6" w:type="dxa"/>
            <w:vAlign w:val="center"/>
          </w:tcPr>
          <w:p w:rsidR="005876F4" w:rsidRPr="006072A8" w:rsidRDefault="005876F4" w:rsidP="006072A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072A8">
              <w:rPr>
                <w:rFonts w:ascii="Times New Roman" w:hAnsi="Times New Roman"/>
                <w:sz w:val="28"/>
                <w:szCs w:val="28"/>
              </w:rPr>
              <w:t>Создание цикла материалов, посвященных историко-культурному наследию Республики Дагестан</w:t>
            </w:r>
          </w:p>
        </w:tc>
        <w:tc>
          <w:tcPr>
            <w:tcW w:w="1540" w:type="dxa"/>
            <w:vAlign w:val="center"/>
          </w:tcPr>
          <w:p w:rsidR="005876F4" w:rsidRPr="006072A8" w:rsidRDefault="005876F4" w:rsidP="006072A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72A8">
              <w:rPr>
                <w:rFonts w:ascii="Times New Roman" w:hAnsi="Times New Roman"/>
                <w:sz w:val="28"/>
                <w:szCs w:val="28"/>
              </w:rPr>
              <w:t>проект</w:t>
            </w:r>
            <w:bookmarkStart w:id="0" w:name="_GoBack"/>
            <w:bookmarkEnd w:id="0"/>
          </w:p>
        </w:tc>
        <w:tc>
          <w:tcPr>
            <w:tcW w:w="1617" w:type="dxa"/>
            <w:vAlign w:val="center"/>
          </w:tcPr>
          <w:p w:rsidR="005876F4" w:rsidRPr="006072A8" w:rsidRDefault="005876F4" w:rsidP="006072A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72A8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617" w:type="dxa"/>
            <w:vAlign w:val="center"/>
          </w:tcPr>
          <w:p w:rsidR="005876F4" w:rsidRPr="006072A8" w:rsidRDefault="005876F4" w:rsidP="006072A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72A8">
              <w:rPr>
                <w:rFonts w:ascii="Times New Roman" w:hAnsi="Times New Roman"/>
                <w:sz w:val="28"/>
                <w:szCs w:val="28"/>
              </w:rPr>
              <w:t>20000</w:t>
            </w:r>
          </w:p>
        </w:tc>
        <w:tc>
          <w:tcPr>
            <w:tcW w:w="1304" w:type="dxa"/>
            <w:vAlign w:val="center"/>
          </w:tcPr>
          <w:p w:rsidR="005876F4" w:rsidRPr="006072A8" w:rsidRDefault="005876F4" w:rsidP="006072A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72A8">
              <w:rPr>
                <w:rFonts w:ascii="Times New Roman" w:hAnsi="Times New Roman"/>
                <w:sz w:val="28"/>
                <w:szCs w:val="28"/>
              </w:rPr>
              <w:t>500000</w:t>
            </w:r>
          </w:p>
        </w:tc>
      </w:tr>
      <w:tr w:rsidR="005876F4" w:rsidRPr="006072A8" w:rsidTr="006072A8">
        <w:tc>
          <w:tcPr>
            <w:tcW w:w="731" w:type="dxa"/>
          </w:tcPr>
          <w:p w:rsidR="005876F4" w:rsidRPr="006072A8" w:rsidRDefault="005876F4" w:rsidP="006072A8">
            <w:pPr>
              <w:pStyle w:val="ListParagraph"/>
              <w:spacing w:after="0" w:line="240" w:lineRule="auto"/>
              <w:ind w:left="50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6" w:type="dxa"/>
            <w:vAlign w:val="center"/>
          </w:tcPr>
          <w:p w:rsidR="005876F4" w:rsidRPr="006072A8" w:rsidRDefault="005876F4" w:rsidP="006072A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72A8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540" w:type="dxa"/>
            <w:vAlign w:val="center"/>
          </w:tcPr>
          <w:p w:rsidR="005876F4" w:rsidRPr="006072A8" w:rsidRDefault="005876F4" w:rsidP="006072A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:rsidR="005876F4" w:rsidRPr="006072A8" w:rsidRDefault="005876F4" w:rsidP="006072A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:rsidR="005876F4" w:rsidRPr="006072A8" w:rsidRDefault="005876F4" w:rsidP="006072A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:rsidR="005876F4" w:rsidRPr="006072A8" w:rsidRDefault="005876F4" w:rsidP="006072A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72A8">
              <w:rPr>
                <w:rFonts w:ascii="Times New Roman" w:hAnsi="Times New Roman"/>
                <w:sz w:val="28"/>
                <w:szCs w:val="28"/>
              </w:rPr>
              <w:t>500000</w:t>
            </w:r>
          </w:p>
        </w:tc>
      </w:tr>
    </w:tbl>
    <w:p w:rsidR="005876F4" w:rsidRPr="00AC3BF8" w:rsidRDefault="005876F4" w:rsidP="00AC3BF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sectPr w:rsidR="005876F4" w:rsidRPr="00AC3BF8" w:rsidSect="00B1036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6F4" w:rsidRDefault="005876F4">
      <w:r>
        <w:separator/>
      </w:r>
    </w:p>
  </w:endnote>
  <w:endnote w:type="continuationSeparator" w:id="0">
    <w:p w:rsidR="005876F4" w:rsidRDefault="00587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6F4" w:rsidRDefault="005876F4">
      <w:r>
        <w:separator/>
      </w:r>
    </w:p>
  </w:footnote>
  <w:footnote w:type="continuationSeparator" w:id="0">
    <w:p w:rsidR="005876F4" w:rsidRDefault="005876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6F4" w:rsidRDefault="005876F4">
    <w:pPr>
      <w:pStyle w:val="Header"/>
    </w:pPr>
    <w:fldSimple w:instr=" FILENAME \p ">
      <w:r>
        <w:rPr>
          <w:noProof/>
        </w:rPr>
        <w:t>X:\OBMEN\COMMON\ОФСС\Шура\Бюджет на 2019 год\Дагнаследие РД заявка на 2019 год\10 создание цикла материалов, посвященных историко-культурному наследию Республики Дагестан.docx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C100F"/>
    <w:multiLevelType w:val="hybridMultilevel"/>
    <w:tmpl w:val="AB1E132A"/>
    <w:lvl w:ilvl="0" w:tplc="0419000F">
      <w:start w:val="1"/>
      <w:numFmt w:val="decimal"/>
      <w:lvlText w:val="%1."/>
      <w:lvlJc w:val="left"/>
      <w:pPr>
        <w:ind w:left="5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073F"/>
    <w:rsid w:val="0023038B"/>
    <w:rsid w:val="002D2A4A"/>
    <w:rsid w:val="00396B52"/>
    <w:rsid w:val="00397EC4"/>
    <w:rsid w:val="00423784"/>
    <w:rsid w:val="00482BC5"/>
    <w:rsid w:val="004C1E0D"/>
    <w:rsid w:val="00517BBE"/>
    <w:rsid w:val="005876F4"/>
    <w:rsid w:val="00604C54"/>
    <w:rsid w:val="006072A8"/>
    <w:rsid w:val="00616714"/>
    <w:rsid w:val="00630F0F"/>
    <w:rsid w:val="006C073F"/>
    <w:rsid w:val="006C49F8"/>
    <w:rsid w:val="008B38C1"/>
    <w:rsid w:val="00AC3BF8"/>
    <w:rsid w:val="00AD27B3"/>
    <w:rsid w:val="00B10366"/>
    <w:rsid w:val="00B32EA3"/>
    <w:rsid w:val="00BE3909"/>
    <w:rsid w:val="00DC3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36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C3BF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C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397EC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39A4"/>
    <w:rPr>
      <w:lang w:eastAsia="en-US"/>
    </w:rPr>
  </w:style>
  <w:style w:type="paragraph" w:styleId="Footer">
    <w:name w:val="footer"/>
    <w:basedOn w:val="Normal"/>
    <w:link w:val="FooterChar"/>
    <w:uiPriority w:val="99"/>
    <w:rsid w:val="00397EC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39A4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97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9A4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51</Words>
  <Characters>297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Смета расходов </dc:title>
  <dc:subject/>
  <dc:creator>RePack by Diakov</dc:creator>
  <cp:keywords/>
  <dc:description/>
  <cp:lastModifiedBy>Min</cp:lastModifiedBy>
  <cp:revision>3</cp:revision>
  <cp:lastPrinted>2018-09-19T09:09:00Z</cp:lastPrinted>
  <dcterms:created xsi:type="dcterms:W3CDTF">2018-09-19T09:07:00Z</dcterms:created>
  <dcterms:modified xsi:type="dcterms:W3CDTF">2018-09-19T09:16:00Z</dcterms:modified>
</cp:coreProperties>
</file>